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15CD2" w14:textId="2CA53EF4"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E2225B">
        <w:t>1-18/2025/</w:t>
      </w:r>
      <w:r w:rsidR="00DE29B0">
        <w:t>218</w:t>
      </w:r>
    </w:p>
    <w:p w14:paraId="46B2A374" w14:textId="77777777" w:rsidR="00C70CB6" w:rsidRPr="008C4BE6" w:rsidRDefault="00C70CB6">
      <w:pPr>
        <w:jc w:val="both"/>
        <w:rPr>
          <w:spacing w:val="0"/>
        </w:rPr>
      </w:pPr>
    </w:p>
    <w:p w14:paraId="4E3577B3" w14:textId="64972C8D" w:rsidR="007E1D19" w:rsidRDefault="00DE29B0" w:rsidP="007E1D19">
      <w:pPr>
        <w:pStyle w:val="NormalWeb"/>
        <w:jc w:val="right"/>
        <w:rPr>
          <w:rFonts w:eastAsia="Calibri"/>
          <w:szCs w:val="22"/>
        </w:rPr>
      </w:pPr>
      <w:sdt>
        <w:sdtPr>
          <w:rPr>
            <w:rFonts w:eastAsia="Calibri"/>
            <w:szCs w:val="22"/>
          </w:rPr>
          <w:id w:val="448594684"/>
          <w:placeholder>
            <w:docPart w:val="24FFD63BCC8943A0A82FB42F391E9C9A"/>
          </w:placeholder>
          <w:date w:fullDate="2025-11-14T00:00:00Z">
            <w:dateFormat w:val="d.MM.yyyy"/>
            <w:lid w:val="et-EE"/>
            <w:storeMappedDataAs w:val="dateTime"/>
            <w:calendar w:val="gregorian"/>
          </w:date>
        </w:sdtPr>
        <w:sdtEndPr/>
        <w:sdtContent>
          <w:r w:rsidR="00C217C9">
            <w:rPr>
              <w:rFonts w:eastAsia="Calibri"/>
              <w:szCs w:val="22"/>
              <w:lang w:val="et-EE"/>
            </w:rPr>
            <w:t>14.11.2025</w:t>
          </w:r>
        </w:sdtContent>
      </w:sdt>
    </w:p>
    <w:p w14:paraId="743DF0B4" w14:textId="77777777" w:rsidR="007E1D19" w:rsidRDefault="007E1D19" w:rsidP="007E1D19">
      <w:pPr>
        <w:pStyle w:val="NormalWeb"/>
        <w:jc w:val="right"/>
        <w:rPr>
          <w:lang w:val="et-EE"/>
        </w:rPr>
      </w:pPr>
      <w:r w:rsidRPr="004C0095">
        <w:rPr>
          <w:rFonts w:eastAsia="Calibri"/>
          <w:szCs w:val="22"/>
          <w:lang w:val="fi-FI"/>
        </w:rPr>
        <w:t>(</w:t>
      </w:r>
      <w:proofErr w:type="spellStart"/>
      <w:r w:rsidRPr="004C0095">
        <w:rPr>
          <w:rFonts w:eastAsia="Calibri"/>
          <w:szCs w:val="22"/>
          <w:lang w:val="fi-FI"/>
        </w:rPr>
        <w:t>hiliseima</w:t>
      </w:r>
      <w:proofErr w:type="spellEnd"/>
      <w:r w:rsidRPr="004C0095">
        <w:rPr>
          <w:rFonts w:eastAsia="Calibri"/>
          <w:szCs w:val="22"/>
          <w:lang w:val="fi-FI"/>
        </w:rPr>
        <w:t xml:space="preserve"> </w:t>
      </w:r>
      <w:proofErr w:type="spellStart"/>
      <w:r w:rsidRPr="004C0095">
        <w:rPr>
          <w:rFonts w:eastAsia="Calibri"/>
          <w:szCs w:val="22"/>
          <w:lang w:val="fi-FI"/>
        </w:rPr>
        <w:t>digitaalallkirja</w:t>
      </w:r>
      <w:proofErr w:type="spellEnd"/>
      <w:r w:rsidRPr="004C0095">
        <w:rPr>
          <w:rFonts w:eastAsia="Calibri"/>
          <w:szCs w:val="22"/>
          <w:lang w:val="fi-FI"/>
        </w:rPr>
        <w:t xml:space="preserve"> </w:t>
      </w:r>
      <w:proofErr w:type="spellStart"/>
      <w:r w:rsidRPr="004C0095">
        <w:rPr>
          <w:rFonts w:eastAsia="Calibri"/>
          <w:szCs w:val="22"/>
          <w:lang w:val="fi-FI"/>
        </w:rPr>
        <w:t>kuupäev</w:t>
      </w:r>
      <w:proofErr w:type="spellEnd"/>
      <w:r w:rsidRPr="004C0095">
        <w:rPr>
          <w:rFonts w:eastAsia="Calibri"/>
          <w:szCs w:val="22"/>
          <w:lang w:val="fi-FI"/>
        </w:rPr>
        <w:t>)</w:t>
      </w:r>
    </w:p>
    <w:p w14:paraId="07483210" w14:textId="77777777" w:rsidR="00C70CB6" w:rsidRPr="007E1D19" w:rsidRDefault="00C70CB6" w:rsidP="007E1D19">
      <w:pPr>
        <w:jc w:val="right"/>
        <w:rPr>
          <w:spacing w:val="0"/>
          <w:sz w:val="22"/>
          <w:szCs w:val="22"/>
        </w:rPr>
      </w:pPr>
    </w:p>
    <w:p w14:paraId="77B54F46" w14:textId="5C97CB0E" w:rsidR="007E1D19" w:rsidRPr="00C6245B" w:rsidRDefault="00857531" w:rsidP="00C6245B">
      <w:pPr>
        <w:pStyle w:val="Heading4"/>
        <w:ind w:left="0" w:firstLine="0"/>
        <w:jc w:val="both"/>
        <w:rPr>
          <w:b w:val="0"/>
          <w:bCs w:val="0"/>
        </w:rPr>
      </w:pPr>
      <w:r w:rsidRPr="00C6245B">
        <w:rPr>
          <w:b w:val="0"/>
          <w:bCs w:val="0"/>
        </w:rPr>
        <w:t xml:space="preserve">Riigimetsa Majandamise Keskus, edaspidi ostja, keda esindab RMK juhatuse </w:t>
      </w:r>
      <w:r w:rsidRPr="00C6245B">
        <w:rPr>
          <w:rFonts w:eastAsia="Calibri"/>
          <w:b w:val="0"/>
          <w:bCs w:val="0"/>
        </w:rPr>
        <w:t>13.03.2025</w:t>
      </w:r>
      <w:r w:rsidRPr="00C6245B">
        <w:rPr>
          <w:b w:val="0"/>
          <w:bCs w:val="0"/>
        </w:rPr>
        <w:t xml:space="preserve"> otsusega nr 1-32/51 kinnitatud RMK Külastuskorraldusosakonna põhimääruse alusel osakonna juhataja Marge Rammo</w:t>
      </w:r>
      <w:r w:rsidR="007E1D19" w:rsidRPr="00C6245B">
        <w:rPr>
          <w:b w:val="0"/>
          <w:bCs w:val="0"/>
        </w:rPr>
        <w:t>, ühelt poolt,</w:t>
      </w:r>
    </w:p>
    <w:p w14:paraId="01AF2ADE" w14:textId="77777777" w:rsidR="00ED00A7" w:rsidRDefault="00ED00A7">
      <w:pPr>
        <w:jc w:val="both"/>
        <w:rPr>
          <w:spacing w:val="0"/>
        </w:rPr>
      </w:pPr>
    </w:p>
    <w:p w14:paraId="48B689EF" w14:textId="4791C7F4" w:rsidR="007E1D19" w:rsidRPr="00FE1F91" w:rsidRDefault="007E1D19">
      <w:pPr>
        <w:jc w:val="both"/>
        <w:rPr>
          <w:spacing w:val="0"/>
        </w:rPr>
      </w:pPr>
      <w:r>
        <w:rPr>
          <w:spacing w:val="0"/>
        </w:rPr>
        <w:t xml:space="preserve">ja </w:t>
      </w:r>
      <w:r w:rsidR="00FE1F91">
        <w:rPr>
          <w:spacing w:val="0"/>
        </w:rPr>
        <w:t>MTÜ Valged Ööd,</w:t>
      </w:r>
      <w:r w:rsidR="00CE2878">
        <w:rPr>
          <w:spacing w:val="0"/>
        </w:rPr>
        <w:t xml:space="preserve">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56DA89F448BD457F902BA6B52CCDF0F0"/>
          </w:placeholder>
          <w:comboBox>
            <w:listItem w:displayText="põhikirja" w:value="põhikirja"/>
            <w:listItem w:displayText="volikirja" w:value="volikirja"/>
          </w:comboBox>
        </w:sdtPr>
        <w:sdtEndPr/>
        <w:sdtContent>
          <w:r w:rsidR="00CE2878">
            <w:rPr>
              <w:spacing w:val="0"/>
            </w:rPr>
            <w:t>põhikirja</w:t>
          </w:r>
        </w:sdtContent>
      </w:sdt>
      <w:r w:rsidRPr="005A1CA9">
        <w:rPr>
          <w:iCs/>
          <w:spacing w:val="0"/>
        </w:rPr>
        <w:t xml:space="preserve"> alusel </w:t>
      </w:r>
      <w:r w:rsidR="00CE2878">
        <w:rPr>
          <w:spacing w:val="0"/>
        </w:rPr>
        <w:t>juhatuse liige</w:t>
      </w:r>
      <w:r w:rsidR="00380D5F">
        <w:rPr>
          <w:rFonts w:eastAsia="Calibri"/>
        </w:rPr>
        <w:t xml:space="preserve"> </w:t>
      </w:r>
      <w:r w:rsidR="00CE2878">
        <w:rPr>
          <w:spacing w:val="0"/>
        </w:rPr>
        <w:t>I</w:t>
      </w:r>
      <w:r w:rsidR="00D97F80">
        <w:rPr>
          <w:spacing w:val="0"/>
        </w:rPr>
        <w:t xml:space="preserve">ndrek Leht </w:t>
      </w:r>
      <w:r w:rsidRPr="00343EA3">
        <w:rPr>
          <w:iCs/>
          <w:spacing w:val="0"/>
        </w:rPr>
        <w:t>teiselt poolt,</w:t>
      </w:r>
    </w:p>
    <w:p w14:paraId="1DD6823F" w14:textId="77777777" w:rsidR="007E1D19" w:rsidRPr="008C4BE6" w:rsidRDefault="007E1D19">
      <w:pPr>
        <w:jc w:val="both"/>
        <w:rPr>
          <w:spacing w:val="0"/>
        </w:rPr>
      </w:pPr>
    </w:p>
    <w:p w14:paraId="494F7E5B"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09AF503D" w14:textId="77777777" w:rsidR="00C70CB6" w:rsidRPr="008C4BE6" w:rsidRDefault="00C70CB6">
      <w:pPr>
        <w:jc w:val="both"/>
        <w:rPr>
          <w:spacing w:val="0"/>
        </w:rPr>
      </w:pPr>
    </w:p>
    <w:p w14:paraId="25A5EC35" w14:textId="7DCA0842"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FDD52CC8D589485A9587542F9AA40211"/>
          </w:placeholder>
          <w:comboBox>
            <w:listItem w:displayText="hanke" w:value="hanke"/>
            <w:listItem w:displayText="riigihanke" w:value="riigihanke"/>
          </w:comboBox>
        </w:sdtPr>
        <w:sdtEndPr/>
        <w:sdtContent>
          <w:r w:rsidR="00EF673D">
            <w:rPr>
              <w:spacing w:val="0"/>
            </w:rPr>
            <w:t>väikeost</w:t>
          </w:r>
        </w:sdtContent>
      </w:sdt>
      <w:r w:rsidRPr="00BE19F7">
        <w:rPr>
          <w:spacing w:val="0"/>
        </w:rPr>
        <w:t xml:space="preserve"> 1-47/</w:t>
      </w:r>
      <w:r w:rsidR="00B4494E">
        <w:rPr>
          <w:spacing w:val="0"/>
        </w:rPr>
        <w:t>3560</w:t>
      </w:r>
      <w:r w:rsidRPr="00BE19F7">
        <w:rPr>
          <w:spacing w:val="0"/>
        </w:rPr>
        <w:t xml:space="preserve"> </w:t>
      </w:r>
      <w:r w:rsidR="001C6221" w:rsidRPr="0C4AE7E7">
        <w:t>„</w:t>
      </w:r>
      <w:r w:rsidR="001C6221">
        <w:t>Jõuluprojekt 2025 valgustatud loomakujude valmistamine ja paigaldus</w:t>
      </w:r>
      <w:r w:rsidR="001C6221" w:rsidRPr="0C4AE7E7">
        <w:t>”</w:t>
      </w:r>
      <w:r w:rsidRPr="00BE19F7">
        <w:rPr>
          <w:spacing w:val="0"/>
        </w:rPr>
        <w:t xml:space="preserve"> tulemusena alljärgnevas:</w:t>
      </w:r>
    </w:p>
    <w:p w14:paraId="696381FF" w14:textId="77777777" w:rsidR="00BC1507" w:rsidRPr="00343EA3" w:rsidRDefault="00BC1507">
      <w:pPr>
        <w:jc w:val="both"/>
        <w:rPr>
          <w:b/>
          <w:spacing w:val="0"/>
        </w:rPr>
      </w:pPr>
    </w:p>
    <w:p w14:paraId="297EFE30"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07EA3628" w14:textId="3F2A656F"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97561F">
        <w:t xml:space="preserve">valmistada metallist ja valgustusega loomakujud ning tarnib ja paigaldab üle Eesti asuvate RMK </w:t>
      </w:r>
      <w:r w:rsidR="007B30CD">
        <w:t>külastuskeskustesse</w:t>
      </w:r>
      <w:r w:rsidR="0097561F" w:rsidRPr="00343EA3">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3F2C5148" w14:textId="46C75FFB"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055B6F">
        <w:rPr>
          <w:spacing w:val="0"/>
        </w:rPr>
        <w:t>vt pakkumuskutse p</w:t>
      </w:r>
      <w:r w:rsidR="00AB37D7">
        <w:rPr>
          <w:spacing w:val="0"/>
        </w:rPr>
        <w:t xml:space="preserve"> 3 </w:t>
      </w:r>
      <w:r w:rsidR="00017CFC">
        <w:rPr>
          <w:spacing w:val="0"/>
        </w:rPr>
        <w:t>tehniline kirjeldus.</w:t>
      </w:r>
    </w:p>
    <w:p w14:paraId="22370C34" w14:textId="71638020"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017CFC">
        <w:rPr>
          <w:spacing w:val="0"/>
        </w:rPr>
        <w:t xml:space="preserve">pakkumuskutse lisa </w:t>
      </w:r>
      <w:r w:rsidR="004D52EC">
        <w:rPr>
          <w:spacing w:val="0"/>
        </w:rPr>
        <w:t>2.</w:t>
      </w:r>
      <w:r w:rsidR="006214D3">
        <w:rPr>
          <w:spacing w:val="0"/>
        </w:rPr>
        <w:t xml:space="preserve"> näidis </w:t>
      </w:r>
      <w:proofErr w:type="spellStart"/>
      <w:r w:rsidR="006214D3" w:rsidRPr="00404122">
        <w:t>Neon</w:t>
      </w:r>
      <w:proofErr w:type="spellEnd"/>
      <w:r w:rsidR="006214D3" w:rsidRPr="00404122">
        <w:t xml:space="preserve"> </w:t>
      </w:r>
      <w:proofErr w:type="spellStart"/>
      <w:r w:rsidR="006214D3" w:rsidRPr="00404122">
        <w:t>flex</w:t>
      </w:r>
      <w:proofErr w:type="spellEnd"/>
      <w:r w:rsidR="006214D3" w:rsidRPr="00404122">
        <w:t xml:space="preserve"> LED riba</w:t>
      </w:r>
      <w:r w:rsidR="006214D3">
        <w:t>.</w:t>
      </w:r>
    </w:p>
    <w:p w14:paraId="34DBE096"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9A0BB9B" w14:textId="77777777" w:rsidR="00BC1507" w:rsidRPr="00380D5F" w:rsidRDefault="00BC1507" w:rsidP="00F37FB6">
      <w:pPr>
        <w:jc w:val="both"/>
        <w:rPr>
          <w:spacing w:val="0"/>
        </w:rPr>
      </w:pPr>
    </w:p>
    <w:p w14:paraId="1649F045"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2D933B11" w14:textId="4618560A"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C324B1C4398740BA99FFB20DDBBA3201"/>
          </w:placeholder>
          <w:date w:fullDate="2025-11-28T00:00:00Z">
            <w:dateFormat w:val="d.MM.yyyy"/>
            <w:lid w:val="et-EE"/>
            <w:storeMappedDataAs w:val="dateTime"/>
            <w:calendar w:val="gregorian"/>
          </w:date>
        </w:sdtPr>
        <w:sdtEndPr/>
        <w:sdtContent>
          <w:r w:rsidR="00AE1C27">
            <w:rPr>
              <w:spacing w:val="0"/>
            </w:rPr>
            <w:t>28.11.2025</w:t>
          </w:r>
        </w:sdtContent>
      </w:sdt>
    </w:p>
    <w:p w14:paraId="044DD744"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3948083F"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1B7129BD"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5F5AEAC2"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3DED1009"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4A8CF0E7"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2AE5266E" w14:textId="77777777" w:rsidR="004F007F" w:rsidRPr="00380D5F" w:rsidRDefault="004F007F" w:rsidP="00F37FB6">
      <w:pPr>
        <w:jc w:val="both"/>
        <w:rPr>
          <w:spacing w:val="0"/>
        </w:rPr>
      </w:pPr>
    </w:p>
    <w:p w14:paraId="340009E0"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0087ADE5" w14:textId="122AAE66" w:rsidR="00BC1507" w:rsidRPr="00380D5F"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B54CB1" w:rsidRPr="00B54CB1">
        <w:rPr>
          <w:spacing w:val="0"/>
        </w:rPr>
        <w:t>29875</w:t>
      </w:r>
      <w:r w:rsidR="00B54CB1">
        <w:rPr>
          <w:spacing w:val="0"/>
        </w:rPr>
        <w:t>,00</w:t>
      </w:r>
      <w:r w:rsidR="00B54CB1" w:rsidRPr="00B54CB1">
        <w:rPr>
          <w:spacing w:val="0"/>
        </w:rPr>
        <w:t xml:space="preserve"> </w:t>
      </w:r>
      <w:r w:rsidR="00FB6CBB" w:rsidRPr="00343EA3">
        <w:rPr>
          <w:spacing w:val="0"/>
        </w:rPr>
        <w:t>(</w:t>
      </w:r>
      <w:r w:rsidR="00B54CB1">
        <w:rPr>
          <w:spacing w:val="0"/>
        </w:rPr>
        <w:t>kakskümmend üheksa tuhat</w:t>
      </w:r>
      <w:r w:rsidR="00CE397C">
        <w:rPr>
          <w:spacing w:val="0"/>
        </w:rPr>
        <w:t xml:space="preserve"> kaheksasada seitsekümmend viis,00) </w:t>
      </w:r>
      <w:r w:rsidR="004F007F" w:rsidRPr="00380D5F">
        <w:rPr>
          <w:spacing w:val="0"/>
        </w:rPr>
        <w:t>eurot,</w:t>
      </w:r>
      <w:r w:rsidR="00F21D34">
        <w:rPr>
          <w:spacing w:val="0"/>
        </w:rPr>
        <w:t xml:space="preserve"> ei ole käibemaksukohuslane</w:t>
      </w:r>
      <w:r w:rsidR="004F007F" w:rsidRPr="00380D5F">
        <w:rPr>
          <w:spacing w:val="0"/>
        </w:rPr>
        <w:t>.</w:t>
      </w:r>
      <w:r w:rsidR="006D0AD9" w:rsidRPr="00380D5F">
        <w:rPr>
          <w:spacing w:val="0"/>
        </w:rPr>
        <w:t xml:space="preserve"> </w:t>
      </w:r>
    </w:p>
    <w:p w14:paraId="7026E3A9"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 xml:space="preserve">esitab arve vaid elektrooniliselt. Arve esitamiseks tuleb kasutada elektrooniliste arvete esitamiseks </w:t>
      </w:r>
      <w:r w:rsidR="008639BE" w:rsidRPr="008639BE">
        <w:rPr>
          <w:spacing w:val="0"/>
        </w:rPr>
        <w:lastRenderedPageBreak/>
        <w:t>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p>
    <w:p w14:paraId="1EF8B073"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595F9ED" w14:textId="77777777" w:rsidR="00A3137D" w:rsidRPr="00343EA3" w:rsidRDefault="00A3137D" w:rsidP="00F37FB6">
      <w:pPr>
        <w:jc w:val="both"/>
        <w:rPr>
          <w:spacing w:val="0"/>
        </w:rPr>
      </w:pPr>
    </w:p>
    <w:p w14:paraId="25A1E43F" w14:textId="77777777" w:rsidR="00BC1507" w:rsidRPr="00343EA3" w:rsidRDefault="00BC1507" w:rsidP="00F37FB6">
      <w:pPr>
        <w:pStyle w:val="Pealkiri11"/>
        <w:jc w:val="both"/>
        <w:rPr>
          <w:b/>
          <w:spacing w:val="0"/>
        </w:rPr>
      </w:pPr>
      <w:r w:rsidRPr="00343EA3">
        <w:rPr>
          <w:b/>
          <w:spacing w:val="0"/>
        </w:rPr>
        <w:t>Poolte vastutus</w:t>
      </w:r>
    </w:p>
    <w:p w14:paraId="4EBE14FC"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6D37E80D"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14CE3921"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46726AF3"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2E7DBC74"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28B36F41" w14:textId="77777777" w:rsidR="00185D39" w:rsidRPr="00343EA3" w:rsidRDefault="00185D39" w:rsidP="00F37FB6">
      <w:pPr>
        <w:jc w:val="both"/>
        <w:rPr>
          <w:b/>
          <w:spacing w:val="0"/>
        </w:rPr>
      </w:pPr>
    </w:p>
    <w:p w14:paraId="06BFE489"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0AAF2008" w14:textId="5D4C78A7" w:rsidR="004F007F" w:rsidRPr="00343EA3" w:rsidRDefault="00185D39" w:rsidP="00F37FB6">
      <w:pPr>
        <w:pStyle w:val="Pealkiri21"/>
        <w:jc w:val="both"/>
        <w:rPr>
          <w:spacing w:val="0"/>
        </w:rPr>
      </w:pPr>
      <w:r w:rsidRPr="00343EA3">
        <w:rPr>
          <w:spacing w:val="0"/>
        </w:rPr>
        <w:t xml:space="preserve">Tellija esindaja on RMK </w:t>
      </w:r>
      <w:r w:rsidR="006B4530">
        <w:rPr>
          <w:spacing w:val="0"/>
        </w:rPr>
        <w:t>KKO taristuspetsialist Marge Rebane</w:t>
      </w:r>
      <w:r w:rsidR="00D421B7">
        <w:rPr>
          <w:spacing w:val="0"/>
        </w:rPr>
        <w:t>,</w:t>
      </w:r>
      <w:r w:rsidR="006B4530">
        <w:rPr>
          <w:spacing w:val="0"/>
        </w:rPr>
        <w:t xml:space="preserve"> </w:t>
      </w:r>
      <w:r w:rsidR="004F007F" w:rsidRPr="00343EA3">
        <w:rPr>
          <w:spacing w:val="0"/>
        </w:rPr>
        <w:t xml:space="preserve">tel </w:t>
      </w:r>
      <w:r w:rsidR="00DA7FB5">
        <w:rPr>
          <w:spacing w:val="0"/>
        </w:rPr>
        <w:t>5306</w:t>
      </w:r>
      <w:r w:rsidR="00D421B7">
        <w:rPr>
          <w:spacing w:val="0"/>
        </w:rPr>
        <w:t xml:space="preserve">2303, </w:t>
      </w:r>
      <w:r w:rsidR="004F007F" w:rsidRPr="00343EA3">
        <w:rPr>
          <w:spacing w:val="0"/>
        </w:rPr>
        <w:t xml:space="preserve">e-post </w:t>
      </w:r>
      <w:hyperlink r:id="rId10" w:history="1">
        <w:r w:rsidR="006B4530" w:rsidRPr="00667417">
          <w:rPr>
            <w:rStyle w:val="Hyperlink"/>
            <w:spacing w:val="0"/>
          </w:rPr>
          <w:t>marge.rebane@rmk.ee</w:t>
        </w:r>
      </w:hyperlink>
      <w:r w:rsidR="006B4530">
        <w:rPr>
          <w:spacing w:val="0"/>
        </w:rPr>
        <w:t xml:space="preserve"> </w:t>
      </w:r>
    </w:p>
    <w:p w14:paraId="7B6C9896" w14:textId="0CF82509" w:rsidR="004F007F" w:rsidRPr="00C33BC9" w:rsidRDefault="004F007F" w:rsidP="006959B4">
      <w:pPr>
        <w:pStyle w:val="Pealkiri21"/>
        <w:rPr>
          <w:lang w:eastAsia="et-EE"/>
        </w:rPr>
      </w:pPr>
      <w:r w:rsidRPr="00343EA3">
        <w:t>Töövõtja esindaja on</w:t>
      </w:r>
      <w:r w:rsidR="00C33BC9">
        <w:t xml:space="preserve"> Indrek leht</w:t>
      </w:r>
      <w:r w:rsidR="006674DB">
        <w:t>,</w:t>
      </w:r>
      <w:r w:rsidR="00C33BC9">
        <w:t xml:space="preserve"> </w:t>
      </w:r>
      <w:r w:rsidRPr="00C33BC9">
        <w:t xml:space="preserve">tel </w:t>
      </w:r>
      <w:r w:rsidR="006674DB">
        <w:t>51 55</w:t>
      </w:r>
      <w:r w:rsidR="006674DB">
        <w:t> </w:t>
      </w:r>
      <w:r w:rsidR="006674DB">
        <w:t>365</w:t>
      </w:r>
      <w:r w:rsidR="006674DB">
        <w:t xml:space="preserve">, </w:t>
      </w:r>
      <w:r w:rsidRPr="00C33BC9">
        <w:t xml:space="preserve">e-post </w:t>
      </w:r>
      <w:hyperlink r:id="rId11" w:history="1">
        <w:r w:rsidR="006B4530" w:rsidRPr="00667417">
          <w:rPr>
            <w:rStyle w:val="Hyperlink"/>
            <w:spacing w:val="0"/>
          </w:rPr>
          <w:t>indrek.leht.arhiiv@gmail.com</w:t>
        </w:r>
      </w:hyperlink>
      <w:r w:rsidR="006B4530">
        <w:t xml:space="preserve"> </w:t>
      </w:r>
    </w:p>
    <w:p w14:paraId="1026AFDA" w14:textId="77777777" w:rsidR="00BC1507" w:rsidRPr="00380D5F" w:rsidRDefault="00BC1507" w:rsidP="00F37FB6">
      <w:pPr>
        <w:jc w:val="both"/>
        <w:rPr>
          <w:spacing w:val="0"/>
        </w:rPr>
      </w:pPr>
    </w:p>
    <w:p w14:paraId="3734ED53" w14:textId="77777777" w:rsidR="00BC1507" w:rsidRPr="00343EA3" w:rsidRDefault="00BC1507" w:rsidP="00F37FB6">
      <w:pPr>
        <w:pStyle w:val="Pealkiri11"/>
        <w:jc w:val="both"/>
        <w:rPr>
          <w:b/>
          <w:spacing w:val="0"/>
        </w:rPr>
      </w:pPr>
      <w:r w:rsidRPr="00343EA3">
        <w:rPr>
          <w:b/>
          <w:spacing w:val="0"/>
        </w:rPr>
        <w:t>Teadete edastamine</w:t>
      </w:r>
    </w:p>
    <w:p w14:paraId="04816CA9"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74324B42" w14:textId="77777777" w:rsidR="00FB6CBB" w:rsidRPr="00343EA3" w:rsidRDefault="00FB6CBB" w:rsidP="00F37FB6">
      <w:pPr>
        <w:pStyle w:val="Pealkiri21"/>
        <w:jc w:val="both"/>
        <w:rPr>
          <w:spacing w:val="0"/>
        </w:rPr>
      </w:pPr>
      <w:r w:rsidRPr="00343EA3">
        <w:rPr>
          <w:spacing w:val="0"/>
        </w:rPr>
        <w:t xml:space="preserve">E-kirja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487E2833" w14:textId="77777777"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AD904DF" w14:textId="77777777" w:rsidR="00185D39" w:rsidRPr="00380D5F" w:rsidRDefault="00185D39" w:rsidP="00F37FB6">
      <w:pPr>
        <w:jc w:val="both"/>
        <w:rPr>
          <w:spacing w:val="0"/>
        </w:rPr>
      </w:pPr>
    </w:p>
    <w:p w14:paraId="629C986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C8FACDE" w14:textId="7A222ACA" w:rsidR="005411DF" w:rsidRPr="005411DF" w:rsidRDefault="005411DF" w:rsidP="005411DF">
      <w:pPr>
        <w:pStyle w:val="Pealkiri21"/>
        <w:rPr>
          <w:spacing w:val="0"/>
        </w:rPr>
      </w:pPr>
      <w:r>
        <w:t xml:space="preserve">Leping kehtib alates </w:t>
      </w:r>
      <w:sdt>
        <w:sdtPr>
          <w:id w:val="-1408993187"/>
          <w:placeholder>
            <w:docPart w:val="0C2068D41E1F47CA8A0F05754CA62804"/>
          </w:placeholder>
          <w:date w:fullDate="2025-11-14T00:00:00Z">
            <w:dateFormat w:val="d.MM.yyyy"/>
            <w:lid w:val="et-EE"/>
            <w:storeMappedDataAs w:val="dateTime"/>
            <w:calendar w:val="gregorian"/>
          </w:date>
        </w:sdtPr>
        <w:sdtEndPr/>
        <w:sdtContent>
          <w:r w:rsidR="005C1E10">
            <w:t>14.11.2025</w:t>
          </w:r>
        </w:sdtContent>
      </w:sdt>
      <w:r>
        <w:t xml:space="preserve"> kuni </w:t>
      </w:r>
      <w:sdt>
        <w:sdtPr>
          <w:id w:val="1700428363"/>
          <w:placeholder>
            <w:docPart w:val="2C55D7988AD74BEBBF1275D62809E817"/>
          </w:placeholder>
          <w:date w:fullDate="2025-12-05T00:00:00Z">
            <w:dateFormat w:val="d.MM.yyyy"/>
            <w:lid w:val="et-EE"/>
            <w:storeMappedDataAs w:val="dateTime"/>
            <w:calendar w:val="gregorian"/>
          </w:date>
        </w:sdtPr>
        <w:sdtEndPr/>
        <w:sdtContent>
          <w:r w:rsidR="00060D3E">
            <w:t>5.12.2025</w:t>
          </w:r>
        </w:sdtContent>
      </w:sdt>
      <w:r>
        <w:t xml:space="preserve"> ja/või </w:t>
      </w:r>
      <w:r w:rsidR="00854E82">
        <w:t xml:space="preserve">kuni </w:t>
      </w:r>
      <w:r>
        <w:t>kõikide lepinguliste kohustuste täitmiseni mõlema poole poolt.</w:t>
      </w:r>
    </w:p>
    <w:p w14:paraId="1EE78762"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33418010"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72DAA7E5" w14:textId="77777777" w:rsidR="00185D39" w:rsidRPr="00343EA3" w:rsidRDefault="00185D39" w:rsidP="00F37FB6">
      <w:pPr>
        <w:pStyle w:val="Pealkiri21"/>
        <w:jc w:val="both"/>
        <w:rPr>
          <w:spacing w:val="0"/>
        </w:rPr>
      </w:pPr>
      <w:r w:rsidRPr="00343EA3">
        <w:rPr>
          <w:spacing w:val="0"/>
        </w:rPr>
        <w:lastRenderedPageBreak/>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49680456" w14:textId="77777777" w:rsidR="00185D39" w:rsidRPr="00380D5F" w:rsidRDefault="00185D39" w:rsidP="00F37FB6">
      <w:pPr>
        <w:jc w:val="both"/>
        <w:rPr>
          <w:spacing w:val="0"/>
        </w:rPr>
      </w:pPr>
    </w:p>
    <w:p w14:paraId="367B32BB" w14:textId="77777777" w:rsidR="00BC1507" w:rsidRPr="00343EA3" w:rsidRDefault="00BC1507" w:rsidP="00F37FB6">
      <w:pPr>
        <w:pStyle w:val="Pealkiri11"/>
        <w:jc w:val="both"/>
        <w:rPr>
          <w:b/>
          <w:spacing w:val="0"/>
        </w:rPr>
      </w:pPr>
      <w:r w:rsidRPr="00343EA3">
        <w:rPr>
          <w:b/>
          <w:spacing w:val="0"/>
        </w:rPr>
        <w:t>Lõppsätted</w:t>
      </w:r>
    </w:p>
    <w:p w14:paraId="2F560175"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1182B0F6" w14:textId="77777777" w:rsidR="00F5332E" w:rsidRPr="00F5332E" w:rsidRDefault="00F5332E" w:rsidP="00F5332E">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629955F5"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2F839164" w14:textId="3BCD3AA2" w:rsidR="00827963" w:rsidRPr="00343EA3" w:rsidRDefault="00DE29B0" w:rsidP="00F37FB6">
      <w:pPr>
        <w:pStyle w:val="Pealkiri21"/>
        <w:ind w:left="578" w:hanging="578"/>
        <w:jc w:val="both"/>
        <w:rPr>
          <w:spacing w:val="0"/>
        </w:rPr>
      </w:pPr>
      <w:sdt>
        <w:sdtPr>
          <w:rPr>
            <w:spacing w:val="0"/>
          </w:rPr>
          <w:id w:val="-189151537"/>
          <w:placeholder>
            <w:docPart w:val="BD52EBA004E44F1D9D1B9AE7124F7C04"/>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697409">
            <w:rPr>
              <w:spacing w:val="0"/>
            </w:rPr>
            <w:t>Leping on allkirjastatud digitaalselt.</w:t>
          </w:r>
        </w:sdtContent>
      </w:sdt>
    </w:p>
    <w:p w14:paraId="656D66B1" w14:textId="77777777" w:rsidR="0063054E" w:rsidRPr="00343EA3" w:rsidRDefault="0063054E">
      <w:pPr>
        <w:spacing w:line="240" w:lineRule="exact"/>
        <w:jc w:val="both"/>
        <w:rPr>
          <w:spacing w:val="0"/>
        </w:rPr>
      </w:pPr>
    </w:p>
    <w:p w14:paraId="31098B70" w14:textId="77777777" w:rsidR="00185D39" w:rsidRDefault="00185D39">
      <w:pPr>
        <w:spacing w:line="240" w:lineRule="exact"/>
        <w:jc w:val="both"/>
        <w:rPr>
          <w:b/>
          <w:spacing w:val="0"/>
        </w:rPr>
      </w:pPr>
    </w:p>
    <w:p w14:paraId="56371A2F" w14:textId="77777777" w:rsidR="00BC1507" w:rsidRPr="008C4BE6" w:rsidRDefault="00FB6CBB">
      <w:pPr>
        <w:spacing w:line="240" w:lineRule="exact"/>
        <w:jc w:val="both"/>
        <w:rPr>
          <w:b/>
          <w:spacing w:val="0"/>
        </w:rPr>
      </w:pPr>
      <w:r>
        <w:rPr>
          <w:b/>
          <w:spacing w:val="0"/>
        </w:rPr>
        <w:t>Poolte andmed ja allkirjad</w:t>
      </w:r>
    </w:p>
    <w:p w14:paraId="1AF45664"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44A18CC0" w14:textId="77777777" w:rsidTr="00787786">
        <w:tc>
          <w:tcPr>
            <w:tcW w:w="4502" w:type="dxa"/>
          </w:tcPr>
          <w:p w14:paraId="2AA30196" w14:textId="77777777" w:rsidR="00787786" w:rsidRPr="00787786" w:rsidRDefault="00787786">
            <w:pPr>
              <w:pStyle w:val="Heading2"/>
              <w:rPr>
                <w:i w:val="0"/>
              </w:rPr>
            </w:pPr>
            <w:r w:rsidRPr="00787786">
              <w:rPr>
                <w:b/>
                <w:i w:val="0"/>
              </w:rPr>
              <w:t>Tellija</w:t>
            </w:r>
          </w:p>
        </w:tc>
        <w:tc>
          <w:tcPr>
            <w:tcW w:w="4502" w:type="dxa"/>
          </w:tcPr>
          <w:p w14:paraId="4A80A75E" w14:textId="77777777" w:rsidR="00787786" w:rsidRPr="00787786" w:rsidRDefault="00787786">
            <w:pPr>
              <w:pStyle w:val="Heading2"/>
              <w:rPr>
                <w:b/>
                <w:i w:val="0"/>
              </w:rPr>
            </w:pPr>
            <w:r w:rsidRPr="00787786">
              <w:rPr>
                <w:b/>
                <w:i w:val="0"/>
              </w:rPr>
              <w:t>Töövõtja</w:t>
            </w:r>
          </w:p>
        </w:tc>
      </w:tr>
      <w:tr w:rsidR="00787786" w14:paraId="164E6405" w14:textId="77777777" w:rsidTr="00787786">
        <w:tc>
          <w:tcPr>
            <w:tcW w:w="4502" w:type="dxa"/>
          </w:tcPr>
          <w:p w14:paraId="04A18628" w14:textId="77777777" w:rsidR="00787786" w:rsidRPr="00787786" w:rsidRDefault="00787786">
            <w:pPr>
              <w:pStyle w:val="Heading2"/>
              <w:rPr>
                <w:b/>
                <w:i w:val="0"/>
              </w:rPr>
            </w:pPr>
          </w:p>
        </w:tc>
        <w:tc>
          <w:tcPr>
            <w:tcW w:w="4502" w:type="dxa"/>
          </w:tcPr>
          <w:p w14:paraId="43A46F4B" w14:textId="77777777" w:rsidR="00787786" w:rsidRPr="00787786" w:rsidRDefault="00787786">
            <w:pPr>
              <w:pStyle w:val="Heading2"/>
              <w:rPr>
                <w:b/>
                <w:i w:val="0"/>
              </w:rPr>
            </w:pPr>
          </w:p>
        </w:tc>
      </w:tr>
      <w:tr w:rsidR="00787786" w14:paraId="75931D9A" w14:textId="77777777" w:rsidTr="00787786">
        <w:tc>
          <w:tcPr>
            <w:tcW w:w="4502" w:type="dxa"/>
          </w:tcPr>
          <w:p w14:paraId="585FCA23"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6DDA9500" w14:textId="0D08DE83" w:rsidR="00787786" w:rsidRPr="00787786" w:rsidRDefault="00B30B41">
            <w:pPr>
              <w:pStyle w:val="Heading2"/>
              <w:rPr>
                <w:i w:val="0"/>
              </w:rPr>
            </w:pPr>
            <w:r>
              <w:rPr>
                <w:i w:val="0"/>
              </w:rPr>
              <w:t>MTÜ Valged Ööd</w:t>
            </w:r>
          </w:p>
        </w:tc>
      </w:tr>
      <w:tr w:rsidR="00787786" w14:paraId="31D3C1A5" w14:textId="77777777" w:rsidTr="00787786">
        <w:tc>
          <w:tcPr>
            <w:tcW w:w="4502" w:type="dxa"/>
          </w:tcPr>
          <w:p w14:paraId="27E39FD9"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627807E5" w14:textId="1B4769DB" w:rsidR="00787786" w:rsidRPr="00787786" w:rsidRDefault="00787786">
            <w:pPr>
              <w:pStyle w:val="Heading2"/>
              <w:rPr>
                <w:i w:val="0"/>
              </w:rPr>
            </w:pPr>
            <w:r w:rsidRPr="00787786">
              <w:rPr>
                <w:i w:val="0"/>
              </w:rPr>
              <w:t xml:space="preserve">Registrikood </w:t>
            </w:r>
            <w:r w:rsidR="00863C0B" w:rsidRPr="00863C0B">
              <w:rPr>
                <w:i w:val="0"/>
              </w:rPr>
              <w:t>80645277</w:t>
            </w:r>
          </w:p>
        </w:tc>
      </w:tr>
      <w:tr w:rsidR="00787786" w14:paraId="1D529930" w14:textId="77777777" w:rsidTr="00787786">
        <w:tc>
          <w:tcPr>
            <w:tcW w:w="4502" w:type="dxa"/>
          </w:tcPr>
          <w:p w14:paraId="23B8AE89" w14:textId="77777777" w:rsidR="00972864" w:rsidRPr="00972864" w:rsidRDefault="00E825A6" w:rsidP="008A5B84">
            <w:pPr>
              <w:pStyle w:val="Heading2"/>
              <w:rPr>
                <w:i w:val="0"/>
              </w:rPr>
            </w:pPr>
            <w:r>
              <w:rPr>
                <w:i w:val="0"/>
              </w:rPr>
              <w:t xml:space="preserve">Mõisa/3, </w:t>
            </w:r>
            <w:r w:rsidR="00972864">
              <w:rPr>
                <w:i w:val="0"/>
              </w:rPr>
              <w:t xml:space="preserve">Sagadi küla, </w:t>
            </w:r>
            <w:r w:rsidR="008A5B84">
              <w:rPr>
                <w:i w:val="0"/>
              </w:rPr>
              <w:t xml:space="preserve">Haljala </w:t>
            </w:r>
            <w:r w:rsidR="00972864">
              <w:rPr>
                <w:i w:val="0"/>
              </w:rPr>
              <w:t>vald</w:t>
            </w:r>
          </w:p>
        </w:tc>
        <w:tc>
          <w:tcPr>
            <w:tcW w:w="4502" w:type="dxa"/>
          </w:tcPr>
          <w:p w14:paraId="7F0C7E34" w14:textId="7E08D344" w:rsidR="00787786" w:rsidRPr="00C12F62" w:rsidRDefault="00A9221E" w:rsidP="00A9221E">
            <w:pPr>
              <w:pStyle w:val="Heading2"/>
              <w:rPr>
                <w:i w:val="0"/>
              </w:rPr>
            </w:pPr>
            <w:r w:rsidRPr="00A9221E">
              <w:rPr>
                <w:i w:val="0"/>
                <w:iCs w:val="0"/>
              </w:rPr>
              <w:t>A.</w:t>
            </w:r>
            <w:r>
              <w:rPr>
                <w:i w:val="0"/>
              </w:rPr>
              <w:t xml:space="preserve"> </w:t>
            </w:r>
            <w:r w:rsidR="00A36980">
              <w:rPr>
                <w:i w:val="0"/>
              </w:rPr>
              <w:t>Adamsoni</w:t>
            </w:r>
            <w:r>
              <w:rPr>
                <w:i w:val="0"/>
              </w:rPr>
              <w:t xml:space="preserve"> tn 2a-7, </w:t>
            </w:r>
            <w:r w:rsidR="00F45497">
              <w:rPr>
                <w:i w:val="0"/>
              </w:rPr>
              <w:t>Tallinn 10137</w:t>
            </w:r>
          </w:p>
        </w:tc>
      </w:tr>
      <w:tr w:rsidR="00787786" w14:paraId="736510DB" w14:textId="77777777" w:rsidTr="00787786">
        <w:tc>
          <w:tcPr>
            <w:tcW w:w="4502" w:type="dxa"/>
          </w:tcPr>
          <w:p w14:paraId="04CB8981" w14:textId="77777777" w:rsidR="00972864" w:rsidRPr="00972864" w:rsidRDefault="008A5B84" w:rsidP="00972864">
            <w:pPr>
              <w:pStyle w:val="Heading2"/>
              <w:rPr>
                <w:i w:val="0"/>
              </w:rPr>
            </w:pPr>
            <w:r>
              <w:rPr>
                <w:i w:val="0"/>
              </w:rPr>
              <w:t xml:space="preserve">45403 </w:t>
            </w:r>
            <w:r w:rsidR="00972864">
              <w:rPr>
                <w:i w:val="0"/>
              </w:rPr>
              <w:t>Lääne-Viru maakond</w:t>
            </w:r>
          </w:p>
        </w:tc>
        <w:tc>
          <w:tcPr>
            <w:tcW w:w="4502" w:type="dxa"/>
          </w:tcPr>
          <w:p w14:paraId="0F66BCC8" w14:textId="7340E7C1" w:rsidR="00787786" w:rsidRPr="00C12F62" w:rsidRDefault="00787786">
            <w:pPr>
              <w:pStyle w:val="Heading2"/>
              <w:rPr>
                <w:i w:val="0"/>
              </w:rPr>
            </w:pPr>
            <w:r w:rsidRPr="00C12F62">
              <w:rPr>
                <w:i w:val="0"/>
              </w:rPr>
              <w:t xml:space="preserve">Tel </w:t>
            </w:r>
            <w:r w:rsidR="003B6F62" w:rsidRPr="00C12F62">
              <w:rPr>
                <w:i w:val="0"/>
                <w:iCs w:val="0"/>
              </w:rPr>
              <w:t>51 55 365</w:t>
            </w:r>
          </w:p>
        </w:tc>
      </w:tr>
      <w:tr w:rsidR="00787786" w14:paraId="5566072D" w14:textId="77777777" w:rsidTr="00787786">
        <w:tc>
          <w:tcPr>
            <w:tcW w:w="4502" w:type="dxa"/>
          </w:tcPr>
          <w:p w14:paraId="0744975A" w14:textId="77777777" w:rsidR="00787786" w:rsidRPr="00787786" w:rsidRDefault="00972864" w:rsidP="00972864">
            <w:pPr>
              <w:pStyle w:val="Heading2"/>
              <w:rPr>
                <w:i w:val="0"/>
              </w:rPr>
            </w:pPr>
            <w:r>
              <w:rPr>
                <w:i w:val="0"/>
              </w:rPr>
              <w:t>Tel 676 7500</w:t>
            </w:r>
          </w:p>
        </w:tc>
        <w:tc>
          <w:tcPr>
            <w:tcW w:w="4502" w:type="dxa"/>
          </w:tcPr>
          <w:p w14:paraId="6D6EF97C" w14:textId="49CF8CAF" w:rsidR="00787786" w:rsidRPr="00903AB1" w:rsidRDefault="00787786">
            <w:pPr>
              <w:pStyle w:val="Heading2"/>
              <w:rPr>
                <w:i w:val="0"/>
                <w:highlight w:val="yellow"/>
              </w:rPr>
            </w:pPr>
            <w:r w:rsidRPr="00C12F62">
              <w:rPr>
                <w:i w:val="0"/>
              </w:rPr>
              <w:t xml:space="preserve">E-post </w:t>
            </w:r>
            <w:r w:rsidR="00F45497">
              <w:rPr>
                <w:i w:val="0"/>
              </w:rPr>
              <w:t>i</w:t>
            </w:r>
            <w:r w:rsidR="00C12F62">
              <w:rPr>
                <w:i w:val="0"/>
              </w:rPr>
              <w:t>ndrek.leht.arhiiv@gmail.com</w:t>
            </w:r>
          </w:p>
        </w:tc>
      </w:tr>
      <w:tr w:rsidR="00787786" w14:paraId="01416A52" w14:textId="77777777" w:rsidTr="00787786">
        <w:tc>
          <w:tcPr>
            <w:tcW w:w="4502" w:type="dxa"/>
          </w:tcPr>
          <w:p w14:paraId="462E3060" w14:textId="77777777" w:rsidR="00787786" w:rsidRPr="00787786" w:rsidRDefault="00972864">
            <w:pPr>
              <w:pStyle w:val="Heading2"/>
              <w:rPr>
                <w:i w:val="0"/>
              </w:rPr>
            </w:pPr>
            <w:r>
              <w:rPr>
                <w:i w:val="0"/>
              </w:rPr>
              <w:t>E-post rmk@rmk.ee</w:t>
            </w:r>
          </w:p>
        </w:tc>
        <w:tc>
          <w:tcPr>
            <w:tcW w:w="4502" w:type="dxa"/>
          </w:tcPr>
          <w:p w14:paraId="7502A358" w14:textId="77777777" w:rsidR="00787786" w:rsidRPr="00787786" w:rsidRDefault="00787786">
            <w:pPr>
              <w:pStyle w:val="Heading2"/>
              <w:rPr>
                <w:i w:val="0"/>
              </w:rPr>
            </w:pPr>
          </w:p>
        </w:tc>
      </w:tr>
      <w:tr w:rsidR="00787786" w14:paraId="071E3D56" w14:textId="77777777" w:rsidTr="00787786">
        <w:trPr>
          <w:trHeight w:val="70"/>
        </w:trPr>
        <w:tc>
          <w:tcPr>
            <w:tcW w:w="4502" w:type="dxa"/>
          </w:tcPr>
          <w:p w14:paraId="45988F4D" w14:textId="77777777" w:rsidR="00787786" w:rsidRPr="00787786" w:rsidRDefault="00787786">
            <w:pPr>
              <w:pStyle w:val="Heading2"/>
              <w:rPr>
                <w:i w:val="0"/>
              </w:rPr>
            </w:pPr>
          </w:p>
        </w:tc>
        <w:tc>
          <w:tcPr>
            <w:tcW w:w="4502" w:type="dxa"/>
          </w:tcPr>
          <w:p w14:paraId="08BE49B4" w14:textId="77777777" w:rsidR="00787786" w:rsidRPr="00787786" w:rsidRDefault="00787786">
            <w:pPr>
              <w:pStyle w:val="Heading2"/>
              <w:rPr>
                <w:i w:val="0"/>
              </w:rPr>
            </w:pPr>
          </w:p>
        </w:tc>
      </w:tr>
      <w:tr w:rsidR="00787786" w14:paraId="0B4F93F6" w14:textId="77777777" w:rsidTr="00787786">
        <w:trPr>
          <w:trHeight w:val="70"/>
        </w:trPr>
        <w:tc>
          <w:tcPr>
            <w:tcW w:w="4502" w:type="dxa"/>
          </w:tcPr>
          <w:p w14:paraId="2E23AF89" w14:textId="1B69530D" w:rsidR="00787786" w:rsidRPr="00787786" w:rsidRDefault="00DE29B0">
            <w:pPr>
              <w:pStyle w:val="Heading2"/>
              <w:rPr>
                <w:i w:val="0"/>
              </w:rPr>
            </w:pPr>
            <w:sdt>
              <w:sdtPr>
                <w:rPr>
                  <w:i w:val="0"/>
                </w:rPr>
                <w:id w:val="698586215"/>
                <w:placeholder>
                  <w:docPart w:val="42E40D48A5C541B4B86EFABEF3EDF3A3"/>
                </w:placeholder>
                <w:comboBox>
                  <w:listItem w:displayText=" " w:value=" "/>
                  <w:listItem w:displayText="(allkirjastatud digitaalselt)" w:value="(allkirjastatud digitaalselt)"/>
                </w:comboBox>
              </w:sdtPr>
              <w:sdtEndPr/>
              <w:sdtContent>
                <w:r w:rsidR="001C11EA">
                  <w:rPr>
                    <w:i w:val="0"/>
                  </w:rPr>
                  <w:t>(allkirjastatud digitaalselt)</w:t>
                </w:r>
              </w:sdtContent>
            </w:sdt>
          </w:p>
        </w:tc>
        <w:tc>
          <w:tcPr>
            <w:tcW w:w="4502" w:type="dxa"/>
          </w:tcPr>
          <w:p w14:paraId="2A11E374" w14:textId="5314D767" w:rsidR="00787786" w:rsidRPr="00787786" w:rsidRDefault="00DE29B0">
            <w:pPr>
              <w:pStyle w:val="Heading2"/>
              <w:rPr>
                <w:i w:val="0"/>
              </w:rPr>
            </w:pPr>
            <w:sdt>
              <w:sdtPr>
                <w:rPr>
                  <w:i w:val="0"/>
                </w:rPr>
                <w:id w:val="-1101025460"/>
                <w:placeholder>
                  <w:docPart w:val="B33E3A3223D04A1A944D8F63D8EF4145"/>
                </w:placeholder>
                <w:comboBox>
                  <w:listItem w:displayText=" " w:value=" "/>
                  <w:listItem w:displayText="(allkirjastatud digitaalselt)" w:value="(allkirjastatud digitaalselt)"/>
                </w:comboBox>
              </w:sdtPr>
              <w:sdtEndPr/>
              <w:sdtContent>
                <w:r w:rsidR="001C11EA">
                  <w:rPr>
                    <w:i w:val="0"/>
                  </w:rPr>
                  <w:t>(allkirjastatud digitaalselt)</w:t>
                </w:r>
              </w:sdtContent>
            </w:sdt>
          </w:p>
        </w:tc>
      </w:tr>
      <w:tr w:rsidR="00787786" w14:paraId="46071E8F" w14:textId="77777777" w:rsidTr="00787786">
        <w:trPr>
          <w:trHeight w:val="70"/>
        </w:trPr>
        <w:tc>
          <w:tcPr>
            <w:tcW w:w="4502" w:type="dxa"/>
          </w:tcPr>
          <w:p w14:paraId="06EC0E66" w14:textId="77777777" w:rsidR="00787786" w:rsidRPr="00787786" w:rsidRDefault="00787786">
            <w:pPr>
              <w:pStyle w:val="Heading2"/>
              <w:rPr>
                <w:i w:val="0"/>
              </w:rPr>
            </w:pPr>
          </w:p>
        </w:tc>
        <w:tc>
          <w:tcPr>
            <w:tcW w:w="4502" w:type="dxa"/>
          </w:tcPr>
          <w:p w14:paraId="28F12437" w14:textId="77777777" w:rsidR="00787786" w:rsidRPr="00787786" w:rsidRDefault="00787786">
            <w:pPr>
              <w:pStyle w:val="Heading2"/>
              <w:rPr>
                <w:i w:val="0"/>
              </w:rPr>
            </w:pPr>
          </w:p>
        </w:tc>
      </w:tr>
      <w:tr w:rsidR="00787786" w14:paraId="7CDFB2CF" w14:textId="77777777" w:rsidTr="00787786">
        <w:trPr>
          <w:trHeight w:val="70"/>
        </w:trPr>
        <w:tc>
          <w:tcPr>
            <w:tcW w:w="4502" w:type="dxa"/>
          </w:tcPr>
          <w:p w14:paraId="1A2C1FDB" w14:textId="77777777" w:rsidR="00787786" w:rsidRPr="00787786" w:rsidRDefault="00787786">
            <w:pPr>
              <w:pStyle w:val="Heading2"/>
              <w:rPr>
                <w:i w:val="0"/>
              </w:rPr>
            </w:pPr>
          </w:p>
        </w:tc>
        <w:tc>
          <w:tcPr>
            <w:tcW w:w="4502" w:type="dxa"/>
          </w:tcPr>
          <w:p w14:paraId="29CEC81C" w14:textId="77777777" w:rsidR="00787786" w:rsidRPr="00787786" w:rsidRDefault="00787786">
            <w:pPr>
              <w:pStyle w:val="Heading2"/>
              <w:rPr>
                <w:i w:val="0"/>
              </w:rPr>
            </w:pPr>
          </w:p>
        </w:tc>
      </w:tr>
      <w:tr w:rsidR="00787786" w14:paraId="58E7D428" w14:textId="77777777" w:rsidTr="00787786">
        <w:trPr>
          <w:trHeight w:val="70"/>
        </w:trPr>
        <w:tc>
          <w:tcPr>
            <w:tcW w:w="4502" w:type="dxa"/>
          </w:tcPr>
          <w:p w14:paraId="2CDBAAD5" w14:textId="69929EDB" w:rsidR="00787786" w:rsidRPr="00787786" w:rsidRDefault="00DA6268">
            <w:pPr>
              <w:pStyle w:val="Heading2"/>
              <w:rPr>
                <w:i w:val="0"/>
              </w:rPr>
            </w:pPr>
            <w:r>
              <w:rPr>
                <w:i w:val="0"/>
              </w:rPr>
              <w:t>Marge Rammo</w:t>
            </w:r>
          </w:p>
        </w:tc>
        <w:tc>
          <w:tcPr>
            <w:tcW w:w="4502" w:type="dxa"/>
          </w:tcPr>
          <w:p w14:paraId="02357C22" w14:textId="38949D40" w:rsidR="00787786" w:rsidRPr="00787786" w:rsidRDefault="00EA6826">
            <w:pPr>
              <w:pStyle w:val="Heading2"/>
              <w:rPr>
                <w:i w:val="0"/>
              </w:rPr>
            </w:pPr>
            <w:r>
              <w:rPr>
                <w:i w:val="0"/>
              </w:rPr>
              <w:t>Indrek Leht</w:t>
            </w:r>
          </w:p>
        </w:tc>
      </w:tr>
    </w:tbl>
    <w:p w14:paraId="50C2D807" w14:textId="77777777" w:rsidR="00BC1507" w:rsidRPr="008C4BE6" w:rsidRDefault="00BC1507">
      <w:pPr>
        <w:pStyle w:val="Heading2"/>
      </w:pPr>
    </w:p>
    <w:sectPr w:rsidR="00BC1507" w:rsidRPr="008C4BE6" w:rsidSect="00AE1EC3">
      <w:headerReference w:type="even" r:id="rId12"/>
      <w:headerReference w:type="default" r:id="rId13"/>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2A7A7" w14:textId="77777777" w:rsidR="0090273E" w:rsidRDefault="0090273E">
      <w:r>
        <w:separator/>
      </w:r>
    </w:p>
  </w:endnote>
  <w:endnote w:type="continuationSeparator" w:id="0">
    <w:p w14:paraId="283777ED" w14:textId="77777777" w:rsidR="0090273E" w:rsidRDefault="0090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ED34B" w14:textId="77777777" w:rsidR="0090273E" w:rsidRDefault="0090273E">
      <w:r>
        <w:separator/>
      </w:r>
    </w:p>
  </w:footnote>
  <w:footnote w:type="continuationSeparator" w:id="0">
    <w:p w14:paraId="578C5EB1" w14:textId="77777777" w:rsidR="0090273E" w:rsidRDefault="0090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B4226"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85AE68"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430D2"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332E">
      <w:rPr>
        <w:rStyle w:val="PageNumber"/>
        <w:noProof/>
      </w:rPr>
      <w:t>3</w:t>
    </w:r>
    <w:r>
      <w:rPr>
        <w:rStyle w:val="PageNumber"/>
      </w:rPr>
      <w:fldChar w:fldCharType="end"/>
    </w:r>
  </w:p>
  <w:p w14:paraId="42A19805"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0EAA464C"/>
    <w:multiLevelType w:val="hybridMultilevel"/>
    <w:tmpl w:val="89FA9EA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08797837">
    <w:abstractNumId w:val="0"/>
  </w:num>
  <w:num w:numId="2" w16cid:durableId="1350522336">
    <w:abstractNumId w:val="0"/>
  </w:num>
  <w:num w:numId="3" w16cid:durableId="920924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9991747">
    <w:abstractNumId w:val="3"/>
  </w:num>
  <w:num w:numId="5" w16cid:durableId="1670982637">
    <w:abstractNumId w:val="0"/>
  </w:num>
  <w:num w:numId="6" w16cid:durableId="971598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73E"/>
    <w:rsid w:val="000121D0"/>
    <w:rsid w:val="00017CFC"/>
    <w:rsid w:val="00021C80"/>
    <w:rsid w:val="00025B15"/>
    <w:rsid w:val="000414C4"/>
    <w:rsid w:val="00055B6F"/>
    <w:rsid w:val="000577C6"/>
    <w:rsid w:val="00060D3E"/>
    <w:rsid w:val="000A2CE1"/>
    <w:rsid w:val="000F1381"/>
    <w:rsid w:val="001031C6"/>
    <w:rsid w:val="00111FAA"/>
    <w:rsid w:val="00134F26"/>
    <w:rsid w:val="001472CB"/>
    <w:rsid w:val="00155EBB"/>
    <w:rsid w:val="00156D0F"/>
    <w:rsid w:val="001613F5"/>
    <w:rsid w:val="001840F4"/>
    <w:rsid w:val="00185D39"/>
    <w:rsid w:val="001C11EA"/>
    <w:rsid w:val="001C6221"/>
    <w:rsid w:val="001E5BB6"/>
    <w:rsid w:val="0020630D"/>
    <w:rsid w:val="002271B8"/>
    <w:rsid w:val="002366E4"/>
    <w:rsid w:val="00236EB4"/>
    <w:rsid w:val="00264F32"/>
    <w:rsid w:val="00270B88"/>
    <w:rsid w:val="002A0E15"/>
    <w:rsid w:val="002A56A7"/>
    <w:rsid w:val="002C3146"/>
    <w:rsid w:val="002E6556"/>
    <w:rsid w:val="002F18C0"/>
    <w:rsid w:val="0030026D"/>
    <w:rsid w:val="003219D8"/>
    <w:rsid w:val="00321F73"/>
    <w:rsid w:val="00343EA3"/>
    <w:rsid w:val="00350444"/>
    <w:rsid w:val="00352976"/>
    <w:rsid w:val="00366C6F"/>
    <w:rsid w:val="00380D5F"/>
    <w:rsid w:val="003964DF"/>
    <w:rsid w:val="003B6F62"/>
    <w:rsid w:val="003D4FB2"/>
    <w:rsid w:val="003E27DC"/>
    <w:rsid w:val="003F0CE0"/>
    <w:rsid w:val="003F3992"/>
    <w:rsid w:val="004232FA"/>
    <w:rsid w:val="004911AE"/>
    <w:rsid w:val="00492629"/>
    <w:rsid w:val="004A5F5E"/>
    <w:rsid w:val="004C0095"/>
    <w:rsid w:val="004D4591"/>
    <w:rsid w:val="004D52EC"/>
    <w:rsid w:val="004D5B69"/>
    <w:rsid w:val="004F007F"/>
    <w:rsid w:val="00510955"/>
    <w:rsid w:val="0051635F"/>
    <w:rsid w:val="005411DF"/>
    <w:rsid w:val="00557C70"/>
    <w:rsid w:val="005615B2"/>
    <w:rsid w:val="005877B0"/>
    <w:rsid w:val="005A1CA9"/>
    <w:rsid w:val="005A68F2"/>
    <w:rsid w:val="005C1E10"/>
    <w:rsid w:val="005D347E"/>
    <w:rsid w:val="005D5031"/>
    <w:rsid w:val="005D6F05"/>
    <w:rsid w:val="00604E73"/>
    <w:rsid w:val="00607CC4"/>
    <w:rsid w:val="0061080A"/>
    <w:rsid w:val="006214D3"/>
    <w:rsid w:val="0063054E"/>
    <w:rsid w:val="00640392"/>
    <w:rsid w:val="00641F20"/>
    <w:rsid w:val="00643277"/>
    <w:rsid w:val="00664C77"/>
    <w:rsid w:val="006674DB"/>
    <w:rsid w:val="0067560E"/>
    <w:rsid w:val="0069308E"/>
    <w:rsid w:val="006959B4"/>
    <w:rsid w:val="00697409"/>
    <w:rsid w:val="006A1418"/>
    <w:rsid w:val="006B4530"/>
    <w:rsid w:val="006D0AD9"/>
    <w:rsid w:val="006E16CC"/>
    <w:rsid w:val="00761511"/>
    <w:rsid w:val="00787786"/>
    <w:rsid w:val="007B30CD"/>
    <w:rsid w:val="007B57AC"/>
    <w:rsid w:val="007B718A"/>
    <w:rsid w:val="007E1D19"/>
    <w:rsid w:val="007F0A8F"/>
    <w:rsid w:val="007F5B71"/>
    <w:rsid w:val="008166C8"/>
    <w:rsid w:val="00827963"/>
    <w:rsid w:val="00841550"/>
    <w:rsid w:val="00854E82"/>
    <w:rsid w:val="00855043"/>
    <w:rsid w:val="00857531"/>
    <w:rsid w:val="008639BE"/>
    <w:rsid w:val="00863C0B"/>
    <w:rsid w:val="008A2C3F"/>
    <w:rsid w:val="008A5B84"/>
    <w:rsid w:val="008B60E3"/>
    <w:rsid w:val="008C4BE6"/>
    <w:rsid w:val="008E682E"/>
    <w:rsid w:val="009008B3"/>
    <w:rsid w:val="0090273E"/>
    <w:rsid w:val="00903AB1"/>
    <w:rsid w:val="0093032C"/>
    <w:rsid w:val="00960E34"/>
    <w:rsid w:val="00963739"/>
    <w:rsid w:val="00972864"/>
    <w:rsid w:val="0097561F"/>
    <w:rsid w:val="009870EF"/>
    <w:rsid w:val="009A4AB3"/>
    <w:rsid w:val="009B0614"/>
    <w:rsid w:val="009D3D72"/>
    <w:rsid w:val="00A00A1C"/>
    <w:rsid w:val="00A050F6"/>
    <w:rsid w:val="00A1013C"/>
    <w:rsid w:val="00A21947"/>
    <w:rsid w:val="00A3137D"/>
    <w:rsid w:val="00A3152D"/>
    <w:rsid w:val="00A36980"/>
    <w:rsid w:val="00A5592E"/>
    <w:rsid w:val="00A728B9"/>
    <w:rsid w:val="00A9221E"/>
    <w:rsid w:val="00AA0F3C"/>
    <w:rsid w:val="00AB37D7"/>
    <w:rsid w:val="00AD598A"/>
    <w:rsid w:val="00AE1C27"/>
    <w:rsid w:val="00AE1EC3"/>
    <w:rsid w:val="00B2274C"/>
    <w:rsid w:val="00B30B41"/>
    <w:rsid w:val="00B34C4D"/>
    <w:rsid w:val="00B4494E"/>
    <w:rsid w:val="00B54CB1"/>
    <w:rsid w:val="00B80236"/>
    <w:rsid w:val="00BC1507"/>
    <w:rsid w:val="00BE19F7"/>
    <w:rsid w:val="00C12F62"/>
    <w:rsid w:val="00C1452C"/>
    <w:rsid w:val="00C20B65"/>
    <w:rsid w:val="00C217C9"/>
    <w:rsid w:val="00C33BC9"/>
    <w:rsid w:val="00C6245B"/>
    <w:rsid w:val="00C70CB6"/>
    <w:rsid w:val="00CA1AC3"/>
    <w:rsid w:val="00CA314C"/>
    <w:rsid w:val="00CA6104"/>
    <w:rsid w:val="00CC12C2"/>
    <w:rsid w:val="00CD3E9F"/>
    <w:rsid w:val="00CE2878"/>
    <w:rsid w:val="00CE397C"/>
    <w:rsid w:val="00D05C7D"/>
    <w:rsid w:val="00D12426"/>
    <w:rsid w:val="00D421B7"/>
    <w:rsid w:val="00D51573"/>
    <w:rsid w:val="00D57FA4"/>
    <w:rsid w:val="00D76FB7"/>
    <w:rsid w:val="00D83896"/>
    <w:rsid w:val="00D97F80"/>
    <w:rsid w:val="00DA6268"/>
    <w:rsid w:val="00DA7FB5"/>
    <w:rsid w:val="00DE29B0"/>
    <w:rsid w:val="00E2225B"/>
    <w:rsid w:val="00E55F0A"/>
    <w:rsid w:val="00E63D30"/>
    <w:rsid w:val="00E825A6"/>
    <w:rsid w:val="00EA6826"/>
    <w:rsid w:val="00EC1F8C"/>
    <w:rsid w:val="00ED00A7"/>
    <w:rsid w:val="00EF5323"/>
    <w:rsid w:val="00EF673D"/>
    <w:rsid w:val="00F05163"/>
    <w:rsid w:val="00F14F70"/>
    <w:rsid w:val="00F16A4A"/>
    <w:rsid w:val="00F21028"/>
    <w:rsid w:val="00F21D34"/>
    <w:rsid w:val="00F37FB6"/>
    <w:rsid w:val="00F45497"/>
    <w:rsid w:val="00F5332E"/>
    <w:rsid w:val="00F93ACC"/>
    <w:rsid w:val="00FB6CBB"/>
    <w:rsid w:val="00FE1F91"/>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64569"/>
  <w15:docId w15:val="{40E0BF2D-C5C2-49E5-B6D7-EEA13B43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unhideWhenUsed/>
    <w:rsid w:val="007E1D19"/>
    <w:rPr>
      <w:sz w:val="16"/>
      <w:szCs w:val="16"/>
    </w:rPr>
  </w:style>
  <w:style w:type="paragraph" w:styleId="CommentText">
    <w:name w:val="annotation text"/>
    <w:basedOn w:val="Normal"/>
    <w:link w:val="CommentTextChar"/>
    <w:uiPriority w:val="99"/>
    <w:unhideWhenUsed/>
    <w:rsid w:val="007E1D19"/>
    <w:rPr>
      <w:sz w:val="20"/>
      <w:szCs w:val="20"/>
    </w:rPr>
  </w:style>
  <w:style w:type="character" w:customStyle="1" w:styleId="CommentTextChar">
    <w:name w:val="Comment Text Char"/>
    <w:basedOn w:val="DefaultParagraphFont"/>
    <w:link w:val="CommentText"/>
    <w:uiPriority w:val="99"/>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link w:val="Pealkiri2Char"/>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yperlink">
    <w:name w:val="Hyperlink"/>
    <w:basedOn w:val="DefaultParagraphFont"/>
    <w:unhideWhenUsed/>
    <w:rsid w:val="00F5332E"/>
    <w:rPr>
      <w:color w:val="0000FF" w:themeColor="hyperlink"/>
      <w:u w:val="single"/>
    </w:rPr>
  </w:style>
  <w:style w:type="character" w:styleId="UnresolvedMention">
    <w:name w:val="Unresolved Mention"/>
    <w:basedOn w:val="DefaultParagraphFont"/>
    <w:uiPriority w:val="99"/>
    <w:semiHidden/>
    <w:unhideWhenUsed/>
    <w:rsid w:val="006B45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294">
      <w:bodyDiv w:val="1"/>
      <w:marLeft w:val="0"/>
      <w:marRight w:val="0"/>
      <w:marTop w:val="0"/>
      <w:marBottom w:val="0"/>
      <w:divBdr>
        <w:top w:val="none" w:sz="0" w:space="0" w:color="auto"/>
        <w:left w:val="none" w:sz="0" w:space="0" w:color="auto"/>
        <w:bottom w:val="none" w:sz="0" w:space="0" w:color="auto"/>
        <w:right w:val="none" w:sz="0" w:space="0" w:color="auto"/>
      </w:divBdr>
    </w:div>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rek.leht.arhiiv@gmail.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marge.rebane@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t&#246;&#246;v&#245;tuleping%20(jur%20isiku%20v&#245;i%20fiega)%20(v.a%20metsamajanduslike%20t&#246;&#246;de%20tegemiseks)%20(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FFD63BCC8943A0A82FB42F391E9C9A"/>
        <w:category>
          <w:name w:val="General"/>
          <w:gallery w:val="placeholder"/>
        </w:category>
        <w:types>
          <w:type w:val="bbPlcHdr"/>
        </w:types>
        <w:behaviors>
          <w:behavior w:val="content"/>
        </w:behaviors>
        <w:guid w:val="{58E648A3-51E5-43BA-A38C-A7B14FCCEAC7}"/>
      </w:docPartPr>
      <w:docPartBody>
        <w:p w:rsidR="004A4BB1" w:rsidRDefault="004A4BB1">
          <w:pPr>
            <w:pStyle w:val="24FFD63BCC8943A0A82FB42F391E9C9A"/>
          </w:pPr>
          <w:r w:rsidRPr="00BE118B">
            <w:rPr>
              <w:rStyle w:val="PlaceholderText"/>
            </w:rPr>
            <w:t>Click here to enter a date.</w:t>
          </w:r>
        </w:p>
      </w:docPartBody>
    </w:docPart>
    <w:docPart>
      <w:docPartPr>
        <w:name w:val="56DA89F448BD457F902BA6B52CCDF0F0"/>
        <w:category>
          <w:name w:val="General"/>
          <w:gallery w:val="placeholder"/>
        </w:category>
        <w:types>
          <w:type w:val="bbPlcHdr"/>
        </w:types>
        <w:behaviors>
          <w:behavior w:val="content"/>
        </w:behaviors>
        <w:guid w:val="{EBA55AB5-D9C0-428C-B958-8C4D868E7203}"/>
      </w:docPartPr>
      <w:docPartBody>
        <w:p w:rsidR="004A4BB1" w:rsidRDefault="004A4BB1">
          <w:pPr>
            <w:pStyle w:val="56DA89F448BD457F902BA6B52CCDF0F0"/>
          </w:pPr>
          <w:r w:rsidRPr="00BE118B">
            <w:rPr>
              <w:rStyle w:val="PlaceholderText"/>
            </w:rPr>
            <w:t>Choose an item.</w:t>
          </w:r>
        </w:p>
      </w:docPartBody>
    </w:docPart>
    <w:docPart>
      <w:docPartPr>
        <w:name w:val="FDD52CC8D589485A9587542F9AA40211"/>
        <w:category>
          <w:name w:val="General"/>
          <w:gallery w:val="placeholder"/>
        </w:category>
        <w:types>
          <w:type w:val="bbPlcHdr"/>
        </w:types>
        <w:behaviors>
          <w:behavior w:val="content"/>
        </w:behaviors>
        <w:guid w:val="{3C2CC803-CA8A-4FD0-8C9C-D70B9F638D59}"/>
      </w:docPartPr>
      <w:docPartBody>
        <w:p w:rsidR="004A4BB1" w:rsidRDefault="004A4BB1">
          <w:pPr>
            <w:pStyle w:val="FDD52CC8D589485A9587542F9AA40211"/>
          </w:pPr>
          <w:r w:rsidRPr="00BE118B">
            <w:rPr>
              <w:rStyle w:val="PlaceholderText"/>
            </w:rPr>
            <w:t>Choose an item.</w:t>
          </w:r>
        </w:p>
      </w:docPartBody>
    </w:docPart>
    <w:docPart>
      <w:docPartPr>
        <w:name w:val="C324B1C4398740BA99FFB20DDBBA3201"/>
        <w:category>
          <w:name w:val="General"/>
          <w:gallery w:val="placeholder"/>
        </w:category>
        <w:types>
          <w:type w:val="bbPlcHdr"/>
        </w:types>
        <w:behaviors>
          <w:behavior w:val="content"/>
        </w:behaviors>
        <w:guid w:val="{5E441646-4F89-411E-B97D-054AF2BEEDBE}"/>
      </w:docPartPr>
      <w:docPartBody>
        <w:p w:rsidR="004A4BB1" w:rsidRDefault="004A4BB1">
          <w:pPr>
            <w:pStyle w:val="C324B1C4398740BA99FFB20DDBBA3201"/>
          </w:pPr>
          <w:r w:rsidRPr="00BE118B">
            <w:rPr>
              <w:rStyle w:val="PlaceholderText"/>
            </w:rPr>
            <w:t>Click here to enter a date.</w:t>
          </w:r>
        </w:p>
      </w:docPartBody>
    </w:docPart>
    <w:docPart>
      <w:docPartPr>
        <w:name w:val="0C2068D41E1F47CA8A0F05754CA62804"/>
        <w:category>
          <w:name w:val="General"/>
          <w:gallery w:val="placeholder"/>
        </w:category>
        <w:types>
          <w:type w:val="bbPlcHdr"/>
        </w:types>
        <w:behaviors>
          <w:behavior w:val="content"/>
        </w:behaviors>
        <w:guid w:val="{DA78ACF5-EAA8-49C8-BDA1-54EA9BB14651}"/>
      </w:docPartPr>
      <w:docPartBody>
        <w:p w:rsidR="004A4BB1" w:rsidRDefault="004A4BB1">
          <w:pPr>
            <w:pStyle w:val="0C2068D41E1F47CA8A0F05754CA62804"/>
          </w:pPr>
          <w:r>
            <w:rPr>
              <w:rStyle w:val="PlaceholderText"/>
            </w:rPr>
            <w:t>Click here to enter a date.</w:t>
          </w:r>
        </w:p>
      </w:docPartBody>
    </w:docPart>
    <w:docPart>
      <w:docPartPr>
        <w:name w:val="2C55D7988AD74BEBBF1275D62809E817"/>
        <w:category>
          <w:name w:val="General"/>
          <w:gallery w:val="placeholder"/>
        </w:category>
        <w:types>
          <w:type w:val="bbPlcHdr"/>
        </w:types>
        <w:behaviors>
          <w:behavior w:val="content"/>
        </w:behaviors>
        <w:guid w:val="{76B903DD-A5A9-4E62-B55B-0030AE2A7518}"/>
      </w:docPartPr>
      <w:docPartBody>
        <w:p w:rsidR="004A4BB1" w:rsidRDefault="004A4BB1">
          <w:pPr>
            <w:pStyle w:val="2C55D7988AD74BEBBF1275D62809E817"/>
          </w:pPr>
          <w:r>
            <w:rPr>
              <w:rStyle w:val="PlaceholderText"/>
            </w:rPr>
            <w:t>Click here to enter a date.</w:t>
          </w:r>
        </w:p>
      </w:docPartBody>
    </w:docPart>
    <w:docPart>
      <w:docPartPr>
        <w:name w:val="BD52EBA004E44F1D9D1B9AE7124F7C04"/>
        <w:category>
          <w:name w:val="General"/>
          <w:gallery w:val="placeholder"/>
        </w:category>
        <w:types>
          <w:type w:val="bbPlcHdr"/>
        </w:types>
        <w:behaviors>
          <w:behavior w:val="content"/>
        </w:behaviors>
        <w:guid w:val="{D7A08855-E7F6-4D34-8A85-E9170D1EA0F8}"/>
      </w:docPartPr>
      <w:docPartBody>
        <w:p w:rsidR="004A4BB1" w:rsidRDefault="004A4BB1">
          <w:pPr>
            <w:pStyle w:val="BD52EBA004E44F1D9D1B9AE7124F7C04"/>
          </w:pPr>
          <w:r>
            <w:rPr>
              <w:rStyle w:val="PlaceholderText"/>
            </w:rPr>
            <w:t>Choose an item.</w:t>
          </w:r>
        </w:p>
      </w:docPartBody>
    </w:docPart>
    <w:docPart>
      <w:docPartPr>
        <w:name w:val="42E40D48A5C541B4B86EFABEF3EDF3A3"/>
        <w:category>
          <w:name w:val="General"/>
          <w:gallery w:val="placeholder"/>
        </w:category>
        <w:types>
          <w:type w:val="bbPlcHdr"/>
        </w:types>
        <w:behaviors>
          <w:behavior w:val="content"/>
        </w:behaviors>
        <w:guid w:val="{4A6F8A60-EE79-47A5-B61B-824D9AAEFFF0}"/>
      </w:docPartPr>
      <w:docPartBody>
        <w:p w:rsidR="004A4BB1" w:rsidRDefault="004A4BB1">
          <w:pPr>
            <w:pStyle w:val="42E40D48A5C541B4B86EFABEF3EDF3A3"/>
          </w:pPr>
          <w:r w:rsidRPr="00BE118B">
            <w:rPr>
              <w:rStyle w:val="PlaceholderText"/>
            </w:rPr>
            <w:t>Choose an item.</w:t>
          </w:r>
        </w:p>
      </w:docPartBody>
    </w:docPart>
    <w:docPart>
      <w:docPartPr>
        <w:name w:val="B33E3A3223D04A1A944D8F63D8EF4145"/>
        <w:category>
          <w:name w:val="General"/>
          <w:gallery w:val="placeholder"/>
        </w:category>
        <w:types>
          <w:type w:val="bbPlcHdr"/>
        </w:types>
        <w:behaviors>
          <w:behavior w:val="content"/>
        </w:behaviors>
        <w:guid w:val="{97557ED3-038D-4648-BFEE-69EF3C92A80E}"/>
      </w:docPartPr>
      <w:docPartBody>
        <w:p w:rsidR="004A4BB1" w:rsidRDefault="004A4BB1">
          <w:pPr>
            <w:pStyle w:val="B33E3A3223D04A1A944D8F63D8EF4145"/>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BB1"/>
    <w:rsid w:val="00111FAA"/>
    <w:rsid w:val="0020630D"/>
    <w:rsid w:val="003F0CE0"/>
    <w:rsid w:val="004A4B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24FFD63BCC8943A0A82FB42F391E9C9A">
    <w:name w:val="24FFD63BCC8943A0A82FB42F391E9C9A"/>
  </w:style>
  <w:style w:type="paragraph" w:customStyle="1" w:styleId="56DA89F448BD457F902BA6B52CCDF0F0">
    <w:name w:val="56DA89F448BD457F902BA6B52CCDF0F0"/>
  </w:style>
  <w:style w:type="paragraph" w:customStyle="1" w:styleId="FDD52CC8D589485A9587542F9AA40211">
    <w:name w:val="FDD52CC8D589485A9587542F9AA40211"/>
  </w:style>
  <w:style w:type="paragraph" w:customStyle="1" w:styleId="C324B1C4398740BA99FFB20DDBBA3201">
    <w:name w:val="C324B1C4398740BA99FFB20DDBBA3201"/>
  </w:style>
  <w:style w:type="paragraph" w:customStyle="1" w:styleId="0C2068D41E1F47CA8A0F05754CA62804">
    <w:name w:val="0C2068D41E1F47CA8A0F05754CA62804"/>
  </w:style>
  <w:style w:type="paragraph" w:customStyle="1" w:styleId="2C55D7988AD74BEBBF1275D62809E817">
    <w:name w:val="2C55D7988AD74BEBBF1275D62809E817"/>
  </w:style>
  <w:style w:type="paragraph" w:customStyle="1" w:styleId="BD52EBA004E44F1D9D1B9AE7124F7C04">
    <w:name w:val="BD52EBA004E44F1D9D1B9AE7124F7C04"/>
  </w:style>
  <w:style w:type="paragraph" w:customStyle="1" w:styleId="42E40D48A5C541B4B86EFABEF3EDF3A3">
    <w:name w:val="42E40D48A5C541B4B86EFABEF3EDF3A3"/>
  </w:style>
  <w:style w:type="paragraph" w:customStyle="1" w:styleId="B33E3A3223D04A1A944D8F63D8EF4145">
    <w:name w:val="B33E3A3223D04A1A944D8F63D8EF41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9b9529415c68592d79452523e42619da">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a89a899fda54e297179aac8c55011a4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53DBC0-BF2A-4116-8F94-96CB476B7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07070-04A8-4A70-8BB8-D56BE3C368F0}">
  <ds:schemaRefs>
    <ds:schemaRef ds:uri="http://schemas.microsoft.com/sharepoint/v3/contenttype/forms"/>
  </ds:schemaRefs>
</ds:datastoreItem>
</file>

<file path=customXml/itemProps3.xml><?xml version="1.0" encoding="utf-8"?>
<ds:datastoreItem xmlns:ds="http://schemas.openxmlformats.org/officeDocument/2006/customXml" ds:itemID="{3188DA14-1D9C-4D11-8921-2F3681245724}">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 (6)</Template>
  <TotalTime>33</TotalTime>
  <Pages>3</Pages>
  <Words>878</Words>
  <Characters>6190</Characters>
  <Application>Microsoft Office Word</Application>
  <DocSecurity>0</DocSecurity>
  <Lines>51</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Marge Rebane</cp:lastModifiedBy>
  <cp:revision>48</cp:revision>
  <cp:lastPrinted>2010-12-13T09:14:00Z</cp:lastPrinted>
  <dcterms:created xsi:type="dcterms:W3CDTF">2025-11-06T14:59:00Z</dcterms:created>
  <dcterms:modified xsi:type="dcterms:W3CDTF">2025-11-14T12:45:00Z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